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AF" w:rsidRPr="005F4F54" w:rsidRDefault="005F4F54" w:rsidP="005F4F54">
      <w:pPr>
        <w:jc w:val="center"/>
        <w:rPr>
          <w:sz w:val="18"/>
          <w:szCs w:val="18"/>
        </w:rPr>
      </w:pPr>
      <w:r w:rsidRPr="005F4F54">
        <w:rPr>
          <w:sz w:val="18"/>
          <w:szCs w:val="18"/>
        </w:rPr>
        <w:t>An Outreach of</w:t>
      </w:r>
    </w:p>
    <w:p w:rsidR="005F4F54" w:rsidRDefault="005F4F54" w:rsidP="005F4F54">
      <w:pPr>
        <w:jc w:val="center"/>
        <w:rPr>
          <w:rFonts w:ascii="Arial Black" w:hAnsi="Arial Black"/>
          <w:b/>
        </w:rPr>
      </w:pPr>
      <w:r w:rsidRPr="005F4F54">
        <w:rPr>
          <w:rFonts w:ascii="Arial Black" w:hAnsi="Arial Black"/>
          <w:b/>
        </w:rPr>
        <w:t>His Works Ministry Inc.</w:t>
      </w:r>
    </w:p>
    <w:p w:rsidR="005F4F54" w:rsidRDefault="005F4F54" w:rsidP="005F4F54">
      <w:pPr>
        <w:jc w:val="center"/>
        <w:rPr>
          <w:rFonts w:ascii="Arial Black" w:hAnsi="Arial Black"/>
          <w:b/>
        </w:rPr>
      </w:pPr>
    </w:p>
    <w:p w:rsidR="005F4F54" w:rsidRDefault="005F4F54" w:rsidP="005F4F54">
      <w:pPr>
        <w:jc w:val="center"/>
        <w:rPr>
          <w:rFonts w:ascii="Arial Black" w:hAnsi="Arial Black"/>
          <w:b/>
        </w:rPr>
      </w:pPr>
    </w:p>
    <w:p w:rsidR="005F4F54" w:rsidRDefault="005F4F54" w:rsidP="005F4F54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Mission Statement:</w:t>
      </w:r>
    </w:p>
    <w:p w:rsidR="005F4F54" w:rsidRDefault="005F4F54" w:rsidP="005F4F54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Our passion is to reach the 1.8 billion youth</w:t>
      </w:r>
      <w:bookmarkStart w:id="0" w:name="_GoBack"/>
      <w:bookmarkEnd w:id="0"/>
      <w:r>
        <w:rPr>
          <w:rFonts w:ascii="Arial Black" w:hAnsi="Arial Black"/>
          <w:b/>
        </w:rPr>
        <w:t xml:space="preserve"> worldwide by:</w:t>
      </w:r>
    </w:p>
    <w:p w:rsidR="005F4F54" w:rsidRDefault="005F4F54" w:rsidP="005F4F54">
      <w:pPr>
        <w:pStyle w:val="ListParagraph"/>
        <w:numPr>
          <w:ilvl w:val="0"/>
          <w:numId w:val="1"/>
        </w:numPr>
        <w:rPr>
          <w:rFonts w:ascii="Arial Black" w:hAnsi="Arial Black"/>
          <w:b/>
        </w:rPr>
      </w:pPr>
      <w:r>
        <w:rPr>
          <w:rFonts w:ascii="Arial Black" w:hAnsi="Arial Black"/>
          <w:b/>
        </w:rPr>
        <w:t xml:space="preserve">Mass events in nations to create </w:t>
      </w:r>
      <w:r w:rsidRPr="005F4F54">
        <w:rPr>
          <w:rFonts w:ascii="Arial Black" w:hAnsi="Arial Black"/>
          <w:b/>
          <w:i/>
        </w:rPr>
        <w:t>catalytic moments</w:t>
      </w:r>
      <w:r>
        <w:rPr>
          <w:rFonts w:ascii="Arial Black" w:hAnsi="Arial Black"/>
          <w:b/>
        </w:rPr>
        <w:t xml:space="preserve"> to mobilize and equip the body of Christ there to continue to reach their youth</w:t>
      </w:r>
    </w:p>
    <w:p w:rsidR="005F4F54" w:rsidRDefault="005F4F54" w:rsidP="005F4F54">
      <w:pPr>
        <w:pStyle w:val="ListParagraph"/>
        <w:numPr>
          <w:ilvl w:val="0"/>
          <w:numId w:val="1"/>
        </w:numPr>
        <w:rPr>
          <w:rFonts w:ascii="Arial Black" w:hAnsi="Arial Black"/>
          <w:b/>
        </w:rPr>
      </w:pPr>
      <w:r>
        <w:rPr>
          <w:rFonts w:ascii="Arial Black" w:hAnsi="Arial Black"/>
          <w:b/>
        </w:rPr>
        <w:t>Seek out and raise u firebrands in every nation to reach the youth there</w:t>
      </w:r>
    </w:p>
    <w:p w:rsidR="005F4F54" w:rsidRDefault="005F4F54" w:rsidP="005F4F54">
      <w:pPr>
        <w:pStyle w:val="ListParagraph"/>
        <w:numPr>
          <w:ilvl w:val="0"/>
          <w:numId w:val="1"/>
        </w:numPr>
        <w:rPr>
          <w:rFonts w:ascii="Arial Black" w:hAnsi="Arial Black"/>
          <w:b/>
        </w:rPr>
      </w:pPr>
      <w:r>
        <w:rPr>
          <w:rFonts w:ascii="Arial Black" w:hAnsi="Arial Black"/>
          <w:b/>
        </w:rPr>
        <w:t>Provide training tools and information for Pastors and leaders to have effective ministry to youth form their church</w:t>
      </w:r>
    </w:p>
    <w:p w:rsidR="005F4F54" w:rsidRPr="005F4F54" w:rsidRDefault="005F4F54" w:rsidP="005F4F54">
      <w:pPr>
        <w:pStyle w:val="ListParagraph"/>
        <w:numPr>
          <w:ilvl w:val="0"/>
          <w:numId w:val="1"/>
        </w:numPr>
        <w:rPr>
          <w:rFonts w:ascii="Arial Black" w:hAnsi="Arial Black"/>
          <w:b/>
        </w:rPr>
      </w:pPr>
      <w:r>
        <w:rPr>
          <w:rFonts w:ascii="Arial Black" w:hAnsi="Arial Black"/>
          <w:b/>
        </w:rPr>
        <w:t>Leverage all possible technologies as they evolve to reach and disciple young people</w:t>
      </w:r>
    </w:p>
    <w:sectPr w:rsidR="005F4F54" w:rsidRPr="005F4F54" w:rsidSect="006F0CBA">
      <w:headerReference w:type="default" r:id="rId7"/>
      <w:footerReference w:type="default" r:id="rId8"/>
      <w:pgSz w:w="12240" w:h="15840"/>
      <w:pgMar w:top="720" w:right="1080" w:bottom="1080" w:left="1080" w:header="10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B62" w:rsidRDefault="00BB0B62" w:rsidP="00EC06ED">
      <w:r>
        <w:separator/>
      </w:r>
    </w:p>
  </w:endnote>
  <w:endnote w:type="continuationSeparator" w:id="0">
    <w:p w:rsidR="00BB0B62" w:rsidRDefault="00BB0B62" w:rsidP="00EC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ED" w:rsidRPr="006F0CBA" w:rsidRDefault="00371603" w:rsidP="00EC06ED">
    <w:pPr>
      <w:pStyle w:val="Footer"/>
      <w:jc w:val="center"/>
      <w:rPr>
        <w:sz w:val="20"/>
        <w:szCs w:val="20"/>
      </w:rPr>
    </w:pPr>
    <w:r w:rsidRPr="006F0CBA">
      <w:rPr>
        <w:sz w:val="20"/>
        <w:szCs w:val="20"/>
      </w:rPr>
      <w:t>PO Box 522 Lake Dallas, TX 75065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B62" w:rsidRDefault="00BB0B62" w:rsidP="00EC06ED">
      <w:r>
        <w:separator/>
      </w:r>
    </w:p>
  </w:footnote>
  <w:footnote w:type="continuationSeparator" w:id="0">
    <w:p w:rsidR="00BB0B62" w:rsidRDefault="00BB0B62" w:rsidP="00EC0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ED" w:rsidRDefault="00620CF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3163570</wp:posOffset>
          </wp:positionH>
          <wp:positionV relativeFrom="page">
            <wp:posOffset>114300</wp:posOffset>
          </wp:positionV>
          <wp:extent cx="1408430" cy="671830"/>
          <wp:effectExtent l="0" t="0" r="0" b="0"/>
          <wp:wrapThrough wrapText="bothSides">
            <wp:wrapPolygon edited="0">
              <wp:start x="0" y="0"/>
              <wp:lineTo x="0" y="20824"/>
              <wp:lineTo x="21327" y="20824"/>
              <wp:lineTo x="21327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61" t="27513" r="29366" b="37920"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3467F"/>
    <w:multiLevelType w:val="hybridMultilevel"/>
    <w:tmpl w:val="75B06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</w:docVars>
  <w:rsids>
    <w:rsidRoot w:val="00620CF8"/>
    <w:rsid w:val="002A4F01"/>
    <w:rsid w:val="00371603"/>
    <w:rsid w:val="005C56F8"/>
    <w:rsid w:val="005F4F54"/>
    <w:rsid w:val="00620CF8"/>
    <w:rsid w:val="00674F8A"/>
    <w:rsid w:val="006F0CBA"/>
    <w:rsid w:val="00BB0B62"/>
    <w:rsid w:val="00EC06ED"/>
    <w:rsid w:val="00FB3595"/>
    <w:rsid w:val="00FD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14C4E8"/>
  <w14:defaultImageDpi w14:val="300"/>
  <w15:chartTrackingRefBased/>
  <w15:docId w15:val="{248A0C59-526C-4E1F-B4A5-C399BF8C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6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6ED"/>
  </w:style>
  <w:style w:type="paragraph" w:styleId="Footer">
    <w:name w:val="footer"/>
    <w:basedOn w:val="Normal"/>
    <w:link w:val="FooterChar"/>
    <w:uiPriority w:val="99"/>
    <w:unhideWhenUsed/>
    <w:rsid w:val="00EC0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6ED"/>
  </w:style>
  <w:style w:type="paragraph" w:styleId="ListParagraph">
    <w:name w:val="List Paragraph"/>
    <w:basedOn w:val="Normal"/>
    <w:uiPriority w:val="72"/>
    <w:qFormat/>
    <w:rsid w:val="005F4F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wnloads\Generation%20Next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Generation Next Letterhead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Everprint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ron luce</cp:lastModifiedBy>
  <cp:revision>2</cp:revision>
  <dcterms:created xsi:type="dcterms:W3CDTF">2016-10-07T16:52:00Z</dcterms:created>
  <dcterms:modified xsi:type="dcterms:W3CDTF">2016-10-07T16:52:00Z</dcterms:modified>
</cp:coreProperties>
</file>